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BE2" w:rsidRDefault="00620BE2">
      <w:pPr>
        <w:pStyle w:val="ConsPlusNormal"/>
        <w:jc w:val="both"/>
      </w:pPr>
      <w:bookmarkStart w:id="0" w:name="_GoBack"/>
      <w:bookmarkEnd w:id="0"/>
    </w:p>
    <w:p w:rsidR="00620BE2" w:rsidRDefault="008E0736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ФЕДЕРАЛЬНАЯ АНТИМОНОПОЛЬНАЯ СЛУЖБА</w:t>
      </w:r>
    </w:p>
    <w:p w:rsidR="00620BE2" w:rsidRDefault="00620BE2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:rsidR="00620BE2" w:rsidRDefault="008E0736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ПИСЬМО</w:t>
      </w:r>
    </w:p>
    <w:p w:rsidR="00620BE2" w:rsidRDefault="008E0736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24 марта 2020 г. N МЕ/23971/20</w:t>
      </w:r>
    </w:p>
    <w:p w:rsidR="00620BE2" w:rsidRDefault="00620BE2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:rsidR="00620BE2" w:rsidRDefault="008E0736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 ДИСТАНЦИОННОМ РАССМОТРЕНИИ ЖАЛОБ</w:t>
      </w:r>
    </w:p>
    <w:p w:rsidR="00620BE2" w:rsidRDefault="00620BE2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620BE2" w:rsidRDefault="008E073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Федеральная антимонопольная служба в дополнение к существующей </w:t>
      </w:r>
      <w:r>
        <w:rPr>
          <w:rFonts w:ascii="Liberation Serif" w:hAnsi="Liberation Serif"/>
          <w:sz w:val="24"/>
          <w:szCs w:val="24"/>
        </w:rPr>
        <w:t>возможности дистанционного участия в рассмотрении жалоб в Дальневосточном федеральном округе, Сибирском федеральном округе, Уральском федеральном округе, Северо-Западном федеральном округе с 25.03.2020 вводит возможность дистанционного участия в рассмотрен</w:t>
      </w:r>
      <w:r>
        <w:rPr>
          <w:rFonts w:ascii="Liberation Serif" w:hAnsi="Liberation Serif"/>
          <w:sz w:val="24"/>
          <w:szCs w:val="24"/>
        </w:rPr>
        <w:t>ии обращений заказчиков о включении участников закупок в реестр недобросовестных поставщиков (подрядчиков, исполнителей), проведении проверок и рассмотрении жалоб, принятых к рассмотрению в ЦА ФАС России на действия (бездействие) заказчика, уполномоченного</w:t>
      </w:r>
      <w:r>
        <w:rPr>
          <w:rFonts w:ascii="Liberation Serif" w:hAnsi="Liberation Serif"/>
          <w:sz w:val="24"/>
          <w:szCs w:val="24"/>
        </w:rPr>
        <w:t xml:space="preserve"> органа, комиссии по осуществлению закупок, ее членов, должностного лица контрактной службы, контрактного управляющего, организаторов закупки (далее - Субъекты контроля), расположенных на территории всей Российской Федерации, за исключением города Москвы и</w:t>
      </w:r>
      <w:r>
        <w:rPr>
          <w:rFonts w:ascii="Liberation Serif" w:hAnsi="Liberation Serif"/>
          <w:sz w:val="24"/>
          <w:szCs w:val="24"/>
        </w:rPr>
        <w:t xml:space="preserve"> Московской области, посредством видео-конференц-связи, предоставляемой территориальными органами ФАС России, за исключением города Москвы и Московской области.</w:t>
      </w:r>
    </w:p>
    <w:p w:rsidR="00620BE2" w:rsidRDefault="008E0736">
      <w:pPr>
        <w:pStyle w:val="ConsPlusNormal"/>
        <w:spacing w:before="220"/>
        <w:ind w:firstLine="540"/>
        <w:jc w:val="both"/>
      </w:pPr>
      <w:r>
        <w:rPr>
          <w:rFonts w:ascii="Liberation Serif" w:hAnsi="Liberation Serif"/>
          <w:sz w:val="24"/>
          <w:szCs w:val="24"/>
        </w:rPr>
        <w:t>При этом ФАС России обращает внимание, что рассмотрение жалоб (обращений) осуществляется в стро</w:t>
      </w:r>
      <w:r>
        <w:rPr>
          <w:rFonts w:ascii="Liberation Serif" w:hAnsi="Liberation Serif"/>
          <w:sz w:val="24"/>
          <w:szCs w:val="24"/>
        </w:rPr>
        <w:t xml:space="preserve">гом соответствии с положениями Федерального </w:t>
      </w:r>
      <w:hyperlink r:id="rId7" w:history="1">
        <w:r>
          <w:rPr>
            <w:rFonts w:ascii="Liberation Serif" w:hAnsi="Liberation Serif"/>
            <w:color w:val="0000FF"/>
            <w:sz w:val="24"/>
            <w:szCs w:val="24"/>
          </w:rPr>
          <w:t>закона</w:t>
        </w:r>
      </w:hyperlink>
      <w:r>
        <w:rPr>
          <w:rFonts w:ascii="Liberation Serif" w:hAnsi="Liberation Serif"/>
          <w:sz w:val="24"/>
          <w:szCs w:val="24"/>
        </w:rPr>
        <w:t xml:space="preserve"> от 05.04.2013 N 44-ФЗ "О контрактной системе </w:t>
      </w:r>
      <w:r>
        <w:rPr>
          <w:rFonts w:ascii="Liberation Serif" w:hAnsi="Liberation Serif"/>
          <w:sz w:val="24"/>
          <w:szCs w:val="24"/>
        </w:rPr>
        <w:t xml:space="preserve">в сфере закупок товаров, работ, услуг для обеспечения государственных и муниципальных нужд", Федерального </w:t>
      </w:r>
      <w:hyperlink r:id="rId8" w:history="1">
        <w:r>
          <w:rPr>
            <w:rFonts w:ascii="Liberation Serif" w:hAnsi="Liberation Serif"/>
            <w:color w:val="0000FF"/>
            <w:sz w:val="24"/>
            <w:szCs w:val="24"/>
          </w:rPr>
          <w:t>закона</w:t>
        </w:r>
      </w:hyperlink>
      <w:r>
        <w:rPr>
          <w:rFonts w:ascii="Liberation Serif" w:hAnsi="Liberation Serif"/>
          <w:sz w:val="24"/>
          <w:szCs w:val="24"/>
        </w:rPr>
        <w:t xml:space="preserve"> от 18.07.2011 N 223-ФЗ "О закупках товаров, работ, услуг отдельными видами юридических лиц", Федерального </w:t>
      </w:r>
      <w:hyperlink r:id="rId9" w:history="1">
        <w:r>
          <w:rPr>
            <w:rFonts w:ascii="Liberation Serif" w:hAnsi="Liberation Serif"/>
            <w:color w:val="0000FF"/>
            <w:sz w:val="24"/>
            <w:szCs w:val="24"/>
          </w:rPr>
          <w:t>закона</w:t>
        </w:r>
      </w:hyperlink>
      <w:r>
        <w:rPr>
          <w:rFonts w:ascii="Liberation Serif" w:hAnsi="Liberation Serif"/>
          <w:sz w:val="24"/>
          <w:szCs w:val="24"/>
        </w:rPr>
        <w:t xml:space="preserve"> от 26.07.2006 N 135-ФЗ "О защите конкуренции" и </w:t>
      </w:r>
      <w:hyperlink r:id="rId10" w:history="1">
        <w:r>
          <w:rPr>
            <w:rFonts w:ascii="Liberation Serif" w:hAnsi="Liberation Serif"/>
            <w:color w:val="0000FF"/>
            <w:sz w:val="24"/>
            <w:szCs w:val="24"/>
          </w:rPr>
          <w:t>Админист</w:t>
        </w:r>
        <w:r>
          <w:rPr>
            <w:rFonts w:ascii="Liberation Serif" w:hAnsi="Liberation Serif"/>
            <w:color w:val="0000FF"/>
            <w:sz w:val="24"/>
            <w:szCs w:val="24"/>
          </w:rPr>
          <w:t>ративного регламента</w:t>
        </w:r>
      </w:hyperlink>
      <w:r>
        <w:rPr>
          <w:rFonts w:ascii="Liberation Serif" w:hAnsi="Liberation Serif"/>
          <w:sz w:val="24"/>
          <w:szCs w:val="24"/>
        </w:rPr>
        <w:t xml:space="preserve"> ФАС России, утвержденного Приказом ФАС России от 19.11.2014 N 727/14, с учетом подведомственности рассмотрения жалоб (обращений) между ФАС России и ее территориальными органами.</w:t>
      </w:r>
    </w:p>
    <w:p w:rsidR="00620BE2" w:rsidRDefault="008E073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Принять дистанционное участие в рассмотрении жалобы (обра</w:t>
      </w:r>
      <w:r>
        <w:rPr>
          <w:rFonts w:ascii="Liberation Serif" w:hAnsi="Liberation Serif"/>
          <w:sz w:val="24"/>
          <w:szCs w:val="24"/>
        </w:rPr>
        <w:t>щения) возможно путем подачи соответствующего ходатайства через форму, размещенную на официальном сайте ФАС России по адресу: https://hod.fas.gov.ru/main.</w:t>
      </w:r>
    </w:p>
    <w:p w:rsidR="00620BE2" w:rsidRDefault="008E073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Указанное ходатайство должно быть подано не позднее 16:00 (московское время) рабочего дня, предшеству</w:t>
      </w:r>
      <w:r>
        <w:rPr>
          <w:rFonts w:ascii="Liberation Serif" w:hAnsi="Liberation Serif"/>
          <w:sz w:val="24"/>
          <w:szCs w:val="24"/>
        </w:rPr>
        <w:t>ющего дню рассмотрения жалобы (обращения).</w:t>
      </w:r>
    </w:p>
    <w:p w:rsidR="00620BE2" w:rsidRDefault="008E073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Ответ по данному ходатайству будет направлен не позднее 18:00 (московское время) дня подачи ходатайства либо на следующий рабочий день, если такое ходатайство подано в нерабочий день.</w:t>
      </w:r>
    </w:p>
    <w:p w:rsidR="00620BE2" w:rsidRDefault="008E073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Возможность дистанционного уч</w:t>
      </w:r>
      <w:r>
        <w:rPr>
          <w:rFonts w:ascii="Liberation Serif" w:hAnsi="Liberation Serif"/>
          <w:sz w:val="24"/>
          <w:szCs w:val="24"/>
        </w:rPr>
        <w:t>астия в рассмотрении жалоб (обращений) с использованием видео-конференц-связи Субъекту контроля, заявителю по жалобе, участнику обжалуемой закупки в соответствии с их ходатайствами обеспечивается территориальными органами ФАС России.</w:t>
      </w:r>
    </w:p>
    <w:p w:rsidR="00620BE2" w:rsidRDefault="008E073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Дополнительно ФАС Росс</w:t>
      </w:r>
      <w:r>
        <w:rPr>
          <w:rFonts w:ascii="Liberation Serif" w:hAnsi="Liberation Serif"/>
          <w:sz w:val="24"/>
          <w:szCs w:val="24"/>
        </w:rPr>
        <w:t>ии рекомендует пользоваться преимущественно дистанционным участием в рассмотрении жалоб (обращений).</w:t>
      </w:r>
    </w:p>
    <w:p w:rsidR="00620BE2" w:rsidRDefault="00620BE2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620BE2" w:rsidRDefault="008E0736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М.Я.ЕВРАЕВ</w:t>
      </w:r>
    </w:p>
    <w:p w:rsidR="00620BE2" w:rsidRDefault="00620BE2">
      <w:pPr>
        <w:rPr>
          <w:rFonts w:ascii="Liberation Serif" w:hAnsi="Liberation Serif"/>
          <w:sz w:val="24"/>
          <w:szCs w:val="24"/>
        </w:rPr>
      </w:pPr>
    </w:p>
    <w:sectPr w:rsidR="00620BE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36" w:rsidRDefault="008E0736">
      <w:pPr>
        <w:spacing w:after="0" w:line="240" w:lineRule="auto"/>
      </w:pPr>
      <w:r>
        <w:separator/>
      </w:r>
    </w:p>
  </w:endnote>
  <w:endnote w:type="continuationSeparator" w:id="0">
    <w:p w:rsidR="008E0736" w:rsidRDefault="008E0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36" w:rsidRDefault="008E073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E0736" w:rsidRDefault="008E0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20BE2"/>
    <w:rsid w:val="00620BE2"/>
    <w:rsid w:val="007E2650"/>
    <w:rsid w:val="008E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A9479F197B0A7E712F49BBCC1ED3A06ACCA09E345DFFF28FAEC382C641565300307784DB0F7E6E85D322A4BD33066E729D85F1E99A224AS4p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A9479F197B0A7E712F49BBCC1ED3A06ACCA993355FFFF28FAEC382C641565300307784DA0B7C60D08932A0F46702717A829AF2F79AS2p2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DA9479F197B0A7E712F49BBCC1ED3A068C0AF92355EFFF28FAEC382C641565300307784DB0F7F6A86D322A4BD33066E729D85F1E99A224AS4p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A9479F197B0A7E712F49BBCC1ED3A06ACDA1933E5CFFF28FAEC382C641565300307783D20C743FD59C23F8F86F156E7A9D86F0F5S9p8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Игумнова Ольга Валентиновна</dc:creator>
  <cp:lastModifiedBy>Home</cp:lastModifiedBy>
  <cp:revision>2</cp:revision>
  <dcterms:created xsi:type="dcterms:W3CDTF">2020-11-26T04:32:00Z</dcterms:created>
  <dcterms:modified xsi:type="dcterms:W3CDTF">2020-11-26T04:32:00Z</dcterms:modified>
</cp:coreProperties>
</file>